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4B6E9B" w:rsidRPr="004B6E9B" w:rsidRDefault="00132200" w:rsidP="004B6E9B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B6E9B">
        <w:rPr>
          <w:b/>
          <w:bCs/>
          <w:sz w:val="28"/>
          <w:szCs w:val="28"/>
        </w:rPr>
        <w:t>DOSTAWĘ</w:t>
      </w:r>
      <w:r w:rsidR="004B6E9B" w:rsidRPr="004B6E9B">
        <w:rPr>
          <w:b/>
          <w:bCs/>
          <w:sz w:val="28"/>
          <w:szCs w:val="28"/>
        </w:rPr>
        <w:t xml:space="preserve"> TESTÓW DO WYKRYWANIA SARS-COV</w:t>
      </w:r>
      <w:r w:rsidR="000666D5">
        <w:rPr>
          <w:b/>
          <w:bCs/>
          <w:sz w:val="28"/>
          <w:szCs w:val="28"/>
        </w:rPr>
        <w:t>-2</w:t>
      </w:r>
      <w:bookmarkStart w:id="0" w:name="_GoBack"/>
      <w:bookmarkEnd w:id="0"/>
    </w:p>
    <w:p w:rsidR="005C42B5" w:rsidRDefault="005C42B5" w:rsidP="007C7171">
      <w:pPr>
        <w:jc w:val="center"/>
        <w:rPr>
          <w:b/>
          <w:bCs/>
          <w:sz w:val="28"/>
          <w:szCs w:val="28"/>
        </w:rPr>
      </w:pP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B6E9B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>:</w:t>
      </w:r>
      <w:r w:rsidR="00EE5C46">
        <w:t xml:space="preserve"> </w:t>
      </w:r>
      <w:r w:rsidR="00585919" w:rsidRPr="00585919">
        <w:t>„</w:t>
      </w:r>
      <w:r w:rsidR="004B6E9B">
        <w:t>D</w:t>
      </w:r>
      <w:r w:rsidR="004B6E9B" w:rsidRPr="004B6E9B">
        <w:t>ostawa testów do wykrywania SARS-CoV</w:t>
      </w:r>
      <w:r w:rsidR="000666D5">
        <w:t>-2</w:t>
      </w:r>
      <w:r w:rsidR="00585919" w:rsidRPr="00585919"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DD16EF" w:rsidRPr="004B6E9B" w:rsidRDefault="003D0649" w:rsidP="00883DA5">
      <w:pPr>
        <w:pStyle w:val="Nagwek1"/>
        <w:rPr>
          <w:sz w:val="22"/>
        </w:rPr>
      </w:pPr>
      <w:r w:rsidRPr="004B6E9B">
        <w:rPr>
          <w:rFonts w:eastAsia="CIDFont+F2"/>
          <w:sz w:val="22"/>
        </w:rPr>
        <w:t xml:space="preserve">  </w:t>
      </w:r>
      <w:r w:rsidR="004B6E9B" w:rsidRPr="004B6E9B">
        <w:rPr>
          <w:rFonts w:eastAsia="CIDFont+F2"/>
          <w:sz w:val="22"/>
        </w:rPr>
        <w:t>Oferujemy  wykonanie dostawy  w terminie  ….......  dni  (max. 7 dni) od  dnia złożenia zamówienia.</w:t>
      </w:r>
    </w:p>
    <w:p w:rsidR="004B6E9B" w:rsidRPr="004B6E9B" w:rsidRDefault="004B6E9B" w:rsidP="004B6E9B">
      <w:pPr>
        <w:pStyle w:val="Nagwek1"/>
        <w:numPr>
          <w:ilvl w:val="0"/>
          <w:numId w:val="0"/>
        </w:numPr>
        <w:rPr>
          <w:sz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590900">
        <w:rPr>
          <w:sz w:val="22"/>
          <w:szCs w:val="22"/>
        </w:rPr>
        <w:t xml:space="preserve"> </w:t>
      </w:r>
      <w:r w:rsidR="00EA6C9B">
        <w:rPr>
          <w:sz w:val="22"/>
          <w:szCs w:val="22"/>
        </w:rPr>
        <w:t xml:space="preserve"> </w:t>
      </w:r>
      <w:r w:rsidR="004B6E9B">
        <w:rPr>
          <w:sz w:val="22"/>
          <w:szCs w:val="22"/>
        </w:rPr>
        <w:t>12</w:t>
      </w:r>
      <w:r w:rsidR="006877A1" w:rsidRPr="006877A1">
        <w:rPr>
          <w:sz w:val="22"/>
          <w:szCs w:val="22"/>
        </w:rPr>
        <w:t xml:space="preserve">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8CC" w:rsidRDefault="004C08CC">
      <w:r>
        <w:separator/>
      </w:r>
    </w:p>
  </w:endnote>
  <w:endnote w:type="continuationSeparator" w:id="0">
    <w:p w:rsidR="004C08CC" w:rsidRDefault="004C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0666D5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8CC" w:rsidRDefault="004C08CC">
      <w:r>
        <w:separator/>
      </w:r>
    </w:p>
  </w:footnote>
  <w:footnote w:type="continuationSeparator" w:id="0">
    <w:p w:rsidR="004C08CC" w:rsidRDefault="004C08CC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4B6E9B">
      <w:rPr>
        <w:rFonts w:ascii="Arial" w:hAnsi="Arial"/>
        <w:noProof/>
        <w:sz w:val="20"/>
        <w:szCs w:val="20"/>
      </w:rPr>
      <w:t xml:space="preserve"> SP ZOZ NZZP II 2400/4</w:t>
    </w:r>
    <w:r w:rsidR="00585919">
      <w:rPr>
        <w:rFonts w:ascii="Arial" w:hAnsi="Arial"/>
        <w:noProof/>
        <w:sz w:val="20"/>
        <w:szCs w:val="20"/>
      </w:rPr>
      <w:t>6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66D5"/>
    <w:rsid w:val="00067717"/>
    <w:rsid w:val="00072412"/>
    <w:rsid w:val="0008128B"/>
    <w:rsid w:val="00086920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2E4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12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6E9B"/>
    <w:rsid w:val="004B739F"/>
    <w:rsid w:val="004C0670"/>
    <w:rsid w:val="004C08CC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1613"/>
    <w:rsid w:val="005220A0"/>
    <w:rsid w:val="00522F5D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85919"/>
    <w:rsid w:val="005903F0"/>
    <w:rsid w:val="0059090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A5B87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6D58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33F65"/>
    <w:rsid w:val="00A417BD"/>
    <w:rsid w:val="00A42015"/>
    <w:rsid w:val="00A422AD"/>
    <w:rsid w:val="00A43631"/>
    <w:rsid w:val="00A4498F"/>
    <w:rsid w:val="00A47553"/>
    <w:rsid w:val="00A50213"/>
    <w:rsid w:val="00A50565"/>
    <w:rsid w:val="00A73E60"/>
    <w:rsid w:val="00A751CE"/>
    <w:rsid w:val="00A77083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1143E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6EC"/>
    <w:rsid w:val="00ED3815"/>
    <w:rsid w:val="00ED7AEB"/>
    <w:rsid w:val="00EE554F"/>
    <w:rsid w:val="00EE5C46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EDD78-85A0-47F1-9313-1BC7B3A4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95</TotalTime>
  <Pages>3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325</cp:revision>
  <cp:lastPrinted>2019-03-06T11:54:00Z</cp:lastPrinted>
  <dcterms:created xsi:type="dcterms:W3CDTF">2018-03-08T08:22:00Z</dcterms:created>
  <dcterms:modified xsi:type="dcterms:W3CDTF">2020-11-05T10:28:00Z</dcterms:modified>
  <cp:category/>
</cp:coreProperties>
</file>